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0045EF" w14:textId="5791DA01" w:rsidR="00653041" w:rsidRDefault="00A20865" w:rsidP="00653041">
      <w:pPr>
        <w:jc w:val="center"/>
      </w:pPr>
      <w:r>
        <w:rPr>
          <w:noProof/>
        </w:rPr>
        <w:drawing>
          <wp:inline distT="0" distB="0" distL="0" distR="0" wp14:anchorId="35872EDC" wp14:editId="13F2757C">
            <wp:extent cx="436880" cy="5594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7D0CB" w14:textId="77777777" w:rsidR="00653041" w:rsidRPr="00FA6D1D" w:rsidRDefault="00653041" w:rsidP="00653041">
      <w:pPr>
        <w:jc w:val="center"/>
        <w:rPr>
          <w:b/>
          <w:sz w:val="28"/>
          <w:szCs w:val="28"/>
        </w:rPr>
      </w:pPr>
      <w:r w:rsidRPr="00FA6D1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ГЛАВА </w:t>
      </w:r>
      <w:r w:rsidRPr="00FA6D1D">
        <w:rPr>
          <w:b/>
          <w:sz w:val="28"/>
          <w:szCs w:val="28"/>
        </w:rPr>
        <w:t>ГОРОДСКО</w:t>
      </w:r>
      <w:r>
        <w:rPr>
          <w:b/>
          <w:sz w:val="28"/>
          <w:szCs w:val="28"/>
        </w:rPr>
        <w:t xml:space="preserve">ГО </w:t>
      </w:r>
      <w:r w:rsidRPr="00FA6D1D">
        <w:rPr>
          <w:b/>
          <w:sz w:val="28"/>
          <w:szCs w:val="28"/>
        </w:rPr>
        <w:t xml:space="preserve"> ОКРУГ</w:t>
      </w:r>
      <w:r>
        <w:rPr>
          <w:b/>
          <w:sz w:val="28"/>
          <w:szCs w:val="28"/>
        </w:rPr>
        <w:t xml:space="preserve">А </w:t>
      </w:r>
      <w:r w:rsidRPr="00FA6D1D">
        <w:rPr>
          <w:b/>
          <w:sz w:val="28"/>
          <w:szCs w:val="28"/>
        </w:rPr>
        <w:t>КРАСНОУФИМСК</w:t>
      </w:r>
    </w:p>
    <w:p w14:paraId="3361D5F6" w14:textId="77777777" w:rsidR="00653041" w:rsidRDefault="00653041" w:rsidP="00653041">
      <w:pPr>
        <w:jc w:val="center"/>
        <w:rPr>
          <w:b/>
          <w:spacing w:val="-20"/>
          <w:sz w:val="16"/>
          <w:szCs w:val="16"/>
        </w:rPr>
      </w:pPr>
    </w:p>
    <w:p w14:paraId="4B5A0C84" w14:textId="77777777" w:rsidR="00653041" w:rsidRPr="00FA6D1D" w:rsidRDefault="00653041" w:rsidP="00653041">
      <w:pPr>
        <w:jc w:val="center"/>
        <w:rPr>
          <w:b/>
          <w:spacing w:val="-20"/>
          <w:sz w:val="16"/>
          <w:szCs w:val="16"/>
        </w:rPr>
      </w:pPr>
    </w:p>
    <w:p w14:paraId="589F0F19" w14:textId="77777777" w:rsidR="00653041" w:rsidRPr="00FA6D1D" w:rsidRDefault="00051511" w:rsidP="00653041">
      <w:pPr>
        <w:jc w:val="center"/>
        <w:rPr>
          <w:b/>
          <w:spacing w:val="50"/>
          <w:sz w:val="28"/>
          <w:szCs w:val="28"/>
        </w:rPr>
      </w:pPr>
      <w:r>
        <w:rPr>
          <w:b/>
          <w:spacing w:val="50"/>
          <w:sz w:val="28"/>
          <w:szCs w:val="28"/>
        </w:rPr>
        <w:t>ПОСТАНОВЛЕНИЕ</w:t>
      </w:r>
    </w:p>
    <w:p w14:paraId="6913288B" w14:textId="77777777" w:rsidR="00653041" w:rsidRDefault="00653041" w:rsidP="00653041">
      <w:pPr>
        <w:spacing w:before="120"/>
        <w:rPr>
          <w:spacing w:val="-20"/>
          <w:sz w:val="16"/>
          <w:szCs w:val="16"/>
        </w:rPr>
      </w:pPr>
    </w:p>
    <w:p w14:paraId="1F073D02" w14:textId="16740BF8" w:rsidR="00653041" w:rsidRPr="00FA6D1D" w:rsidRDefault="00C30037" w:rsidP="00653041">
      <w:pPr>
        <w:spacing w:before="120"/>
        <w:rPr>
          <w:szCs w:val="24"/>
        </w:rPr>
      </w:pPr>
      <w:r>
        <w:rPr>
          <w:szCs w:val="24"/>
        </w:rPr>
        <w:t xml:space="preserve">          </w:t>
      </w:r>
      <w:r w:rsidR="00D10E9E">
        <w:rPr>
          <w:szCs w:val="24"/>
        </w:rPr>
        <w:t>17.09.2024</w:t>
      </w:r>
      <w:r>
        <w:rPr>
          <w:szCs w:val="24"/>
        </w:rPr>
        <w:t xml:space="preserve"> </w:t>
      </w:r>
      <w:r w:rsidR="00C46DFD">
        <w:rPr>
          <w:szCs w:val="24"/>
        </w:rPr>
        <w:t xml:space="preserve"> г.</w:t>
      </w:r>
      <w:r w:rsidR="00653041">
        <w:rPr>
          <w:szCs w:val="24"/>
        </w:rPr>
        <w:t xml:space="preserve"> </w:t>
      </w:r>
      <w:r w:rsidR="00AD396F">
        <w:rPr>
          <w:szCs w:val="24"/>
        </w:rPr>
        <w:t xml:space="preserve">                            </w:t>
      </w:r>
      <w:r w:rsidR="007A3982">
        <w:rPr>
          <w:szCs w:val="24"/>
        </w:rPr>
        <w:t xml:space="preserve">                   </w:t>
      </w:r>
      <w:r w:rsidR="00F45066">
        <w:rPr>
          <w:szCs w:val="24"/>
        </w:rPr>
        <w:t xml:space="preserve"> </w:t>
      </w:r>
      <w:r w:rsidR="00F45066">
        <w:rPr>
          <w:szCs w:val="24"/>
        </w:rPr>
        <w:tab/>
      </w:r>
      <w:r w:rsidR="00F45066">
        <w:rPr>
          <w:szCs w:val="24"/>
        </w:rPr>
        <w:tab/>
      </w:r>
      <w:r w:rsidR="00704C91">
        <w:rPr>
          <w:szCs w:val="24"/>
        </w:rPr>
        <w:t xml:space="preserve">        </w:t>
      </w:r>
      <w:r w:rsidR="00505768">
        <w:rPr>
          <w:szCs w:val="24"/>
        </w:rPr>
        <w:t xml:space="preserve">    </w:t>
      </w:r>
      <w:r w:rsidR="005D247F">
        <w:rPr>
          <w:szCs w:val="24"/>
        </w:rPr>
        <w:t xml:space="preserve">                </w:t>
      </w:r>
      <w:r w:rsidR="006051F9">
        <w:rPr>
          <w:szCs w:val="24"/>
        </w:rPr>
        <w:t xml:space="preserve">   </w:t>
      </w:r>
      <w:r w:rsidR="00282A7C">
        <w:rPr>
          <w:szCs w:val="24"/>
        </w:rPr>
        <w:t xml:space="preserve">               </w:t>
      </w:r>
      <w:r w:rsidR="005D247F">
        <w:rPr>
          <w:szCs w:val="24"/>
        </w:rPr>
        <w:t xml:space="preserve"> </w:t>
      </w:r>
      <w:r w:rsidR="002A45DA">
        <w:rPr>
          <w:szCs w:val="24"/>
        </w:rPr>
        <w:t xml:space="preserve">  №</w:t>
      </w:r>
      <w:r w:rsidR="006051F9">
        <w:rPr>
          <w:szCs w:val="24"/>
        </w:rPr>
        <w:t xml:space="preserve"> </w:t>
      </w:r>
      <w:r w:rsidR="00D10E9E">
        <w:rPr>
          <w:szCs w:val="24"/>
        </w:rPr>
        <w:t>878</w:t>
      </w:r>
    </w:p>
    <w:p w14:paraId="73BC2767" w14:textId="304BC5B7" w:rsidR="00653041" w:rsidRPr="00B261D7" w:rsidRDefault="00653041" w:rsidP="00653041">
      <w:pPr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E44E57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Красноуфимск</w:t>
      </w:r>
    </w:p>
    <w:p w14:paraId="144084AB" w14:textId="77777777" w:rsidR="00220821" w:rsidRDefault="00220821" w:rsidP="00220821">
      <w:pPr>
        <w:tabs>
          <w:tab w:val="left" w:pos="4005"/>
        </w:tabs>
        <w:jc w:val="center"/>
        <w:rPr>
          <w:b/>
          <w:i/>
          <w:sz w:val="28"/>
          <w:szCs w:val="28"/>
        </w:rPr>
      </w:pPr>
    </w:p>
    <w:p w14:paraId="5053EB7E" w14:textId="10E42AF2" w:rsidR="006051F9" w:rsidRPr="00263895" w:rsidRDefault="006051F9" w:rsidP="006051F9">
      <w:pPr>
        <w:pStyle w:val="20"/>
        <w:shd w:val="clear" w:color="auto" w:fill="auto"/>
        <w:spacing w:before="0"/>
        <w:ind w:left="600"/>
        <w:rPr>
          <w:rFonts w:ascii="Liberation Serif" w:hAnsi="Liberation Serif"/>
          <w:b/>
          <w:i/>
          <w:spacing w:val="0"/>
          <w:sz w:val="28"/>
          <w:szCs w:val="28"/>
        </w:rPr>
      </w:pPr>
      <w:bookmarkStart w:id="0" w:name="_Hlk92979386"/>
      <w:bookmarkStart w:id="1" w:name="_Hlk96960376"/>
      <w:r w:rsidRPr="009363BD">
        <w:rPr>
          <w:rFonts w:ascii="Liberation Serif" w:hAnsi="Liberation Serif"/>
          <w:b/>
          <w:i/>
          <w:spacing w:val="0"/>
          <w:sz w:val="28"/>
          <w:szCs w:val="28"/>
        </w:rPr>
        <w:t>О</w:t>
      </w:r>
      <w:r>
        <w:rPr>
          <w:rFonts w:ascii="Liberation Serif" w:hAnsi="Liberation Serif"/>
          <w:b/>
          <w:i/>
          <w:spacing w:val="0"/>
          <w:sz w:val="28"/>
          <w:szCs w:val="28"/>
        </w:rPr>
        <w:t xml:space="preserve">б утверждении </w:t>
      </w:r>
      <w:r w:rsidR="007F3B63">
        <w:rPr>
          <w:rFonts w:ascii="Liberation Serif" w:hAnsi="Liberation Serif"/>
          <w:b/>
          <w:i/>
          <w:spacing w:val="0"/>
          <w:sz w:val="28"/>
          <w:szCs w:val="28"/>
        </w:rPr>
        <w:t>плана мероприятий «дорожная карта» по</w:t>
      </w:r>
      <w:r w:rsidR="00760F52">
        <w:rPr>
          <w:rFonts w:ascii="Liberation Serif" w:hAnsi="Liberation Serif"/>
          <w:b/>
          <w:i/>
          <w:spacing w:val="0"/>
          <w:sz w:val="28"/>
          <w:szCs w:val="28"/>
        </w:rPr>
        <w:t xml:space="preserve"> проведению месячника по обеспечению биологической защиты объектов свиноводства «ДИКИЙ КАБАН» на территории городского округа Красноуфимск</w:t>
      </w:r>
      <w:r w:rsidR="007F3B63">
        <w:rPr>
          <w:rFonts w:ascii="Liberation Serif" w:hAnsi="Liberation Serif"/>
          <w:b/>
          <w:i/>
          <w:spacing w:val="0"/>
          <w:sz w:val="28"/>
          <w:szCs w:val="28"/>
        </w:rPr>
        <w:t xml:space="preserve"> </w:t>
      </w:r>
    </w:p>
    <w:bookmarkEnd w:id="0"/>
    <w:p w14:paraId="3E7E1CDC" w14:textId="77777777" w:rsidR="006051F9" w:rsidRPr="009363BD" w:rsidRDefault="006051F9" w:rsidP="006051F9">
      <w:pPr>
        <w:ind w:right="4818"/>
        <w:jc w:val="center"/>
        <w:rPr>
          <w:rFonts w:ascii="Liberation Serif" w:hAnsi="Liberation Serif"/>
          <w:b/>
          <w:sz w:val="28"/>
          <w:szCs w:val="28"/>
        </w:rPr>
      </w:pPr>
    </w:p>
    <w:bookmarkEnd w:id="1"/>
    <w:p w14:paraId="18444065" w14:textId="0CF6B07D" w:rsidR="006051F9" w:rsidRPr="003615EF" w:rsidRDefault="0062216F" w:rsidP="003615EF">
      <w:pPr>
        <w:ind w:firstLine="426"/>
        <w:jc w:val="both"/>
        <w:outlineLvl w:val="0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В целях создания условий по устранению неблагоприятного воздействия опасных биологических факторов и недопущения негативного развития эпизоотической ситуации по африканской чум</w:t>
      </w:r>
      <w:r w:rsidR="00D438F0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 xml:space="preserve"> свиней в соответствии с </w:t>
      </w:r>
      <w:r w:rsidR="007F3B63">
        <w:rPr>
          <w:rFonts w:ascii="Times New Roman CYR" w:hAnsi="Times New Roman CYR"/>
          <w:sz w:val="28"/>
          <w:szCs w:val="28"/>
        </w:rPr>
        <w:t xml:space="preserve"> </w:t>
      </w:r>
      <w:r w:rsidR="00760F52">
        <w:rPr>
          <w:rFonts w:ascii="Times New Roman CYR" w:hAnsi="Times New Roman CYR"/>
          <w:sz w:val="28"/>
          <w:szCs w:val="28"/>
        </w:rPr>
        <w:t>требовани</w:t>
      </w:r>
      <w:r>
        <w:rPr>
          <w:rFonts w:ascii="Times New Roman CYR" w:hAnsi="Times New Roman CYR"/>
          <w:sz w:val="28"/>
          <w:szCs w:val="28"/>
        </w:rPr>
        <w:t>ями</w:t>
      </w:r>
      <w:r w:rsidR="00760F52">
        <w:rPr>
          <w:rFonts w:ascii="Times New Roman CYR" w:hAnsi="Times New Roman CYR"/>
          <w:sz w:val="28"/>
          <w:szCs w:val="28"/>
        </w:rPr>
        <w:t xml:space="preserve"> </w:t>
      </w:r>
      <w:r w:rsidR="007F3B63">
        <w:rPr>
          <w:rFonts w:ascii="Times New Roman CYR" w:hAnsi="Times New Roman CYR"/>
          <w:sz w:val="28"/>
          <w:szCs w:val="28"/>
        </w:rPr>
        <w:t>Федеральн</w:t>
      </w:r>
      <w:r w:rsidR="00760F52">
        <w:rPr>
          <w:rFonts w:ascii="Times New Roman CYR" w:hAnsi="Times New Roman CYR"/>
          <w:sz w:val="28"/>
          <w:szCs w:val="28"/>
        </w:rPr>
        <w:t>ого</w:t>
      </w:r>
      <w:r w:rsidR="007F3B63">
        <w:rPr>
          <w:rFonts w:ascii="Times New Roman CYR" w:hAnsi="Times New Roman CYR"/>
          <w:sz w:val="28"/>
          <w:szCs w:val="28"/>
        </w:rPr>
        <w:t xml:space="preserve"> Закон</w:t>
      </w:r>
      <w:r w:rsidR="00760F52">
        <w:rPr>
          <w:rFonts w:ascii="Times New Roman CYR" w:hAnsi="Times New Roman CYR"/>
          <w:sz w:val="28"/>
          <w:szCs w:val="28"/>
        </w:rPr>
        <w:t>а</w:t>
      </w:r>
      <w:r w:rsidR="007F3B63">
        <w:rPr>
          <w:rFonts w:ascii="Times New Roman CYR" w:hAnsi="Times New Roman CYR"/>
          <w:sz w:val="28"/>
          <w:szCs w:val="28"/>
        </w:rPr>
        <w:t xml:space="preserve"> </w:t>
      </w:r>
      <w:r w:rsidR="00F637B6">
        <w:rPr>
          <w:rFonts w:ascii="Times New Roman CYR" w:hAnsi="Times New Roman CYR"/>
          <w:sz w:val="28"/>
          <w:szCs w:val="28"/>
        </w:rPr>
        <w:t xml:space="preserve">от 06.10.2003 </w:t>
      </w:r>
      <w:r w:rsidR="007F3B63">
        <w:rPr>
          <w:rFonts w:ascii="Times New Roman CYR" w:hAnsi="Times New Roman CYR"/>
          <w:sz w:val="28"/>
          <w:szCs w:val="28"/>
        </w:rPr>
        <w:t>№ 131-ФЗ</w:t>
      </w:r>
      <w:r w:rsidR="00F637B6">
        <w:rPr>
          <w:rFonts w:ascii="Times New Roman CYR" w:hAnsi="Times New Roman CYR"/>
          <w:sz w:val="28"/>
          <w:szCs w:val="28"/>
        </w:rPr>
        <w:t xml:space="preserve"> </w:t>
      </w:r>
      <w:r w:rsidR="00F637B6" w:rsidRPr="00F637B6">
        <w:rPr>
          <w:rFonts w:ascii="Times New Roman CYR" w:hAnsi="Times New Roman CYR"/>
          <w:sz w:val="28"/>
          <w:szCs w:val="28"/>
        </w:rPr>
        <w:t>"Об общих принципах организации местного самоуправления в Российской Федерации"</w:t>
      </w:r>
      <w:r w:rsidR="007F3B63">
        <w:rPr>
          <w:rFonts w:ascii="Times New Roman CYR" w:hAnsi="Times New Roman CYR"/>
          <w:sz w:val="28"/>
          <w:szCs w:val="28"/>
        </w:rPr>
        <w:t xml:space="preserve">, </w:t>
      </w:r>
      <w:r w:rsidR="00290236">
        <w:rPr>
          <w:rFonts w:ascii="Times New Roman CYR" w:hAnsi="Times New Roman CYR"/>
          <w:sz w:val="28"/>
          <w:szCs w:val="28"/>
        </w:rPr>
        <w:t xml:space="preserve">Федерального закона </w:t>
      </w:r>
      <w:r w:rsidR="00315E05">
        <w:rPr>
          <w:rFonts w:ascii="Times New Roman CYR" w:hAnsi="Times New Roman CYR"/>
          <w:sz w:val="28"/>
          <w:szCs w:val="28"/>
        </w:rPr>
        <w:t>от 30.03.1999 г. № 52-ФЗ «О санитарно-эпидемиологическом благополучии населения»</w:t>
      </w:r>
      <w:r>
        <w:rPr>
          <w:rFonts w:ascii="Times New Roman CYR" w:hAnsi="Times New Roman CYR"/>
          <w:sz w:val="28"/>
          <w:szCs w:val="28"/>
        </w:rPr>
        <w:t xml:space="preserve">, </w:t>
      </w:r>
      <w:r w:rsidR="00D438F0">
        <w:rPr>
          <w:rFonts w:ascii="Times New Roman CYR" w:hAnsi="Times New Roman CYR"/>
          <w:sz w:val="28"/>
          <w:szCs w:val="28"/>
        </w:rPr>
        <w:t>П</w:t>
      </w:r>
      <w:r>
        <w:rPr>
          <w:rFonts w:ascii="Times New Roman CYR" w:hAnsi="Times New Roman CYR"/>
          <w:sz w:val="28"/>
          <w:szCs w:val="28"/>
        </w:rPr>
        <w:t>лана мероприятий (дорожная карта) по проведению месячника</w:t>
      </w:r>
      <w:r w:rsidR="006E5205">
        <w:rPr>
          <w:rFonts w:ascii="Times New Roman CYR" w:hAnsi="Times New Roman CYR"/>
          <w:sz w:val="28"/>
          <w:szCs w:val="28"/>
        </w:rPr>
        <w:t xml:space="preserve"> по обеспечению биологической защиты объектов свиноводства «ДИКИЙ КАБАН»</w:t>
      </w:r>
      <w:r w:rsidR="00D438F0">
        <w:rPr>
          <w:rFonts w:ascii="Times New Roman CYR" w:hAnsi="Times New Roman CYR"/>
          <w:sz w:val="28"/>
          <w:szCs w:val="28"/>
        </w:rPr>
        <w:t xml:space="preserve">, № 01-01-40/49 от 03.09.2024г., утвержденного Первым Заместителем Губернатора Свердловской области </w:t>
      </w:r>
      <w:r w:rsidR="006E5205">
        <w:rPr>
          <w:rFonts w:ascii="Times New Roman CYR" w:hAnsi="Times New Roman CYR"/>
          <w:sz w:val="28"/>
          <w:szCs w:val="28"/>
        </w:rPr>
        <w:t xml:space="preserve">, </w:t>
      </w:r>
      <w:r w:rsidR="006051F9" w:rsidRPr="00163C0D">
        <w:rPr>
          <w:rFonts w:ascii="Times New Roman CYR" w:hAnsi="Times New Roman CYR"/>
          <w:sz w:val="28"/>
          <w:szCs w:val="28"/>
        </w:rPr>
        <w:t xml:space="preserve">руководствуясь </w:t>
      </w:r>
      <w:hyperlink r:id="rId6" w:history="1">
        <w:r w:rsidR="006051F9" w:rsidRPr="00163C0D">
          <w:rPr>
            <w:rFonts w:ascii="Times New Roman CYR" w:hAnsi="Times New Roman CYR"/>
            <w:sz w:val="28"/>
            <w:szCs w:val="28"/>
          </w:rPr>
          <w:t xml:space="preserve">ст. </w:t>
        </w:r>
      </w:hyperlink>
      <w:r w:rsidR="00BF3AB4">
        <w:rPr>
          <w:rFonts w:ascii="Times New Roman CYR" w:hAnsi="Times New Roman CYR"/>
          <w:sz w:val="28"/>
          <w:szCs w:val="28"/>
        </w:rPr>
        <w:t>28</w:t>
      </w:r>
      <w:r w:rsidR="006051F9" w:rsidRPr="00163C0D">
        <w:rPr>
          <w:rFonts w:ascii="Times New Roman CYR" w:hAnsi="Times New Roman CYR"/>
          <w:sz w:val="28"/>
          <w:szCs w:val="28"/>
        </w:rPr>
        <w:t>, 48 Устава городского округа Красноуфимск</w:t>
      </w:r>
      <w:r w:rsidR="006051F9">
        <w:rPr>
          <w:rFonts w:ascii="Times New Roman CYR" w:hAnsi="Times New Roman CYR"/>
          <w:sz w:val="28"/>
          <w:szCs w:val="28"/>
        </w:rPr>
        <w:t>:</w:t>
      </w:r>
      <w:r w:rsidR="006051F9" w:rsidRPr="00163C0D">
        <w:rPr>
          <w:rFonts w:ascii="Times New Roman CYR" w:hAnsi="Times New Roman CYR"/>
          <w:sz w:val="28"/>
          <w:szCs w:val="28"/>
        </w:rPr>
        <w:t xml:space="preserve"> </w:t>
      </w:r>
    </w:p>
    <w:p w14:paraId="1A6115DD" w14:textId="77777777" w:rsidR="00C30037" w:rsidRDefault="00C30037" w:rsidP="00734A16">
      <w:pPr>
        <w:jc w:val="both"/>
        <w:rPr>
          <w:b/>
          <w:bCs/>
          <w:sz w:val="28"/>
          <w:szCs w:val="28"/>
        </w:rPr>
      </w:pPr>
    </w:p>
    <w:p w14:paraId="72001F16" w14:textId="798264C7" w:rsidR="006051F9" w:rsidRPr="008A75C1" w:rsidRDefault="005614D8" w:rsidP="00734A16">
      <w:pPr>
        <w:jc w:val="both"/>
        <w:rPr>
          <w:b/>
          <w:bCs/>
          <w:sz w:val="28"/>
          <w:szCs w:val="28"/>
        </w:rPr>
      </w:pPr>
      <w:r w:rsidRPr="008A75C1">
        <w:rPr>
          <w:b/>
          <w:bCs/>
          <w:sz w:val="28"/>
          <w:szCs w:val="28"/>
        </w:rPr>
        <w:t>ПОСТАНОВЛЯЮ:</w:t>
      </w:r>
    </w:p>
    <w:p w14:paraId="6D9C900F" w14:textId="6FE842D0" w:rsidR="00CF7B85" w:rsidRPr="00CF7B85" w:rsidRDefault="00DB429C" w:rsidP="00CF7B85">
      <w:pPr>
        <w:pStyle w:val="20"/>
        <w:numPr>
          <w:ilvl w:val="0"/>
          <w:numId w:val="2"/>
        </w:numPr>
        <w:shd w:val="clear" w:color="auto" w:fill="auto"/>
        <w:spacing w:before="0"/>
        <w:ind w:left="0" w:firstLine="284"/>
        <w:jc w:val="both"/>
        <w:rPr>
          <w:rFonts w:ascii="Liberation Serif" w:hAnsi="Liberation Serif"/>
          <w:spacing w:val="0"/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CF7B85">
        <w:rPr>
          <w:rFonts w:ascii="Liberation Serif" w:hAnsi="Liberation Serif"/>
          <w:spacing w:val="0"/>
          <w:sz w:val="28"/>
          <w:szCs w:val="28"/>
        </w:rPr>
        <w:t>план</w:t>
      </w:r>
      <w:r w:rsidR="00CF7B85" w:rsidRPr="00CF7B85">
        <w:rPr>
          <w:rFonts w:ascii="Liberation Serif" w:hAnsi="Liberation Serif"/>
          <w:spacing w:val="0"/>
          <w:sz w:val="28"/>
          <w:szCs w:val="28"/>
        </w:rPr>
        <w:t xml:space="preserve"> мероприятий «дорожная карта» по </w:t>
      </w:r>
      <w:r w:rsidR="00315E05">
        <w:rPr>
          <w:rFonts w:ascii="Liberation Serif" w:hAnsi="Liberation Serif"/>
          <w:spacing w:val="0"/>
          <w:sz w:val="28"/>
          <w:szCs w:val="28"/>
        </w:rPr>
        <w:t xml:space="preserve">проведению месячника по обеспечению биологической защиты объектов свиноводства «ДИКИЙ КАБАН» </w:t>
      </w:r>
      <w:r w:rsidR="00CF7B85" w:rsidRPr="00CF7B85">
        <w:rPr>
          <w:rFonts w:ascii="Liberation Serif" w:hAnsi="Liberation Serif"/>
          <w:spacing w:val="0"/>
          <w:sz w:val="28"/>
          <w:szCs w:val="28"/>
        </w:rPr>
        <w:t>на территории городского округа Красноуфимск</w:t>
      </w:r>
      <w:r w:rsidR="006E5205">
        <w:rPr>
          <w:rFonts w:ascii="Liberation Serif" w:hAnsi="Liberation Serif"/>
          <w:spacing w:val="0"/>
          <w:sz w:val="28"/>
          <w:szCs w:val="28"/>
        </w:rPr>
        <w:t>.</w:t>
      </w:r>
    </w:p>
    <w:p w14:paraId="16B6009E" w14:textId="6EF9A6E0" w:rsidR="0061088C" w:rsidRDefault="0061088C" w:rsidP="008A75C1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0259F0">
        <w:rPr>
          <w:sz w:val="28"/>
          <w:szCs w:val="28"/>
        </w:rPr>
        <w:t>Настоящее постановлен</w:t>
      </w:r>
      <w:r w:rsidR="00AC427F">
        <w:rPr>
          <w:sz w:val="28"/>
          <w:szCs w:val="28"/>
        </w:rPr>
        <w:t>ие опубликовать в периодическом печатном издании «</w:t>
      </w:r>
      <w:r w:rsidR="00C30037">
        <w:rPr>
          <w:sz w:val="28"/>
          <w:szCs w:val="28"/>
        </w:rPr>
        <w:t>В</w:t>
      </w:r>
      <w:r w:rsidR="00AC427F">
        <w:rPr>
          <w:sz w:val="28"/>
          <w:szCs w:val="28"/>
        </w:rPr>
        <w:t>естник городского округа Красноуфимск</w:t>
      </w:r>
      <w:r w:rsidRPr="000259F0">
        <w:rPr>
          <w:sz w:val="28"/>
          <w:szCs w:val="28"/>
        </w:rPr>
        <w:t>» и на официальном сайте Администрации городского округа Красноуфимск.</w:t>
      </w:r>
    </w:p>
    <w:p w14:paraId="4121EB77" w14:textId="2E7BAA28" w:rsidR="00C30037" w:rsidRDefault="00C30037" w:rsidP="008A75C1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законную силу после опубликования в официальном периодическом печатном издании «Вестник городского округа Красноуфимск». </w:t>
      </w:r>
    </w:p>
    <w:p w14:paraId="5F425D33" w14:textId="5EAD1000" w:rsidR="000D74A6" w:rsidRPr="000259F0" w:rsidRDefault="000D74A6" w:rsidP="008A75C1">
      <w:pPr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0259F0">
        <w:rPr>
          <w:sz w:val="28"/>
          <w:szCs w:val="28"/>
        </w:rPr>
        <w:t>Контроль за вы</w:t>
      </w:r>
      <w:r w:rsidR="008A7906" w:rsidRPr="000259F0">
        <w:rPr>
          <w:sz w:val="28"/>
          <w:szCs w:val="28"/>
        </w:rPr>
        <w:t>полнением настоящего постановл</w:t>
      </w:r>
      <w:r w:rsidRPr="000259F0">
        <w:rPr>
          <w:sz w:val="28"/>
          <w:szCs w:val="28"/>
        </w:rPr>
        <w:t xml:space="preserve">ения возложить на </w:t>
      </w:r>
      <w:r w:rsidR="000259F0">
        <w:rPr>
          <w:sz w:val="28"/>
          <w:szCs w:val="28"/>
        </w:rPr>
        <w:t xml:space="preserve">Первого </w:t>
      </w:r>
      <w:r w:rsidRPr="000259F0">
        <w:rPr>
          <w:sz w:val="28"/>
          <w:szCs w:val="28"/>
        </w:rPr>
        <w:t xml:space="preserve">заместителя Главы городского округа Красноуфимск </w:t>
      </w:r>
      <w:r w:rsidR="00E44E57">
        <w:rPr>
          <w:sz w:val="28"/>
          <w:szCs w:val="28"/>
        </w:rPr>
        <w:t>Е.Н. Антипину.</w:t>
      </w:r>
    </w:p>
    <w:p w14:paraId="0FFE6963" w14:textId="4AD7F38A" w:rsidR="00BE49EF" w:rsidRDefault="00BE49EF" w:rsidP="00734A16">
      <w:pPr>
        <w:tabs>
          <w:tab w:val="left" w:pos="4005"/>
        </w:tabs>
        <w:jc w:val="both"/>
        <w:rPr>
          <w:sz w:val="28"/>
          <w:szCs w:val="28"/>
        </w:rPr>
      </w:pPr>
    </w:p>
    <w:p w14:paraId="4E5DE944" w14:textId="77777777" w:rsidR="008A75C1" w:rsidRDefault="008A75C1" w:rsidP="00734A16">
      <w:pPr>
        <w:tabs>
          <w:tab w:val="left" w:pos="4005"/>
        </w:tabs>
        <w:jc w:val="both"/>
        <w:rPr>
          <w:sz w:val="28"/>
          <w:szCs w:val="28"/>
        </w:rPr>
      </w:pPr>
    </w:p>
    <w:p w14:paraId="03CAB038" w14:textId="77777777" w:rsidR="008A75C1" w:rsidRDefault="008A75C1" w:rsidP="00734A16">
      <w:pPr>
        <w:tabs>
          <w:tab w:val="left" w:pos="4005"/>
        </w:tabs>
        <w:jc w:val="both"/>
        <w:rPr>
          <w:sz w:val="28"/>
          <w:szCs w:val="28"/>
        </w:rPr>
      </w:pPr>
    </w:p>
    <w:p w14:paraId="5BEC1F38" w14:textId="77777777" w:rsidR="00C30037" w:rsidRDefault="00C30037" w:rsidP="009E7F4D">
      <w:pPr>
        <w:tabs>
          <w:tab w:val="left" w:pos="4005"/>
        </w:tabs>
        <w:jc w:val="both"/>
        <w:rPr>
          <w:sz w:val="28"/>
          <w:szCs w:val="28"/>
        </w:rPr>
      </w:pPr>
    </w:p>
    <w:p w14:paraId="3DB346CB" w14:textId="77777777" w:rsidR="00C30037" w:rsidRDefault="00C30037" w:rsidP="009E7F4D">
      <w:pPr>
        <w:tabs>
          <w:tab w:val="left" w:pos="4005"/>
        </w:tabs>
        <w:jc w:val="both"/>
        <w:rPr>
          <w:sz w:val="28"/>
          <w:szCs w:val="28"/>
        </w:rPr>
      </w:pPr>
    </w:p>
    <w:p w14:paraId="6A9AE968" w14:textId="77777777" w:rsidR="00C30037" w:rsidRDefault="00C30037" w:rsidP="009E7F4D">
      <w:pPr>
        <w:tabs>
          <w:tab w:val="left" w:pos="4005"/>
        </w:tabs>
        <w:jc w:val="both"/>
        <w:rPr>
          <w:sz w:val="28"/>
          <w:szCs w:val="28"/>
        </w:rPr>
      </w:pPr>
    </w:p>
    <w:p w14:paraId="61B64C7E" w14:textId="2BB692B1" w:rsidR="00220821" w:rsidRDefault="00CF4B99" w:rsidP="009E7F4D">
      <w:pPr>
        <w:tabs>
          <w:tab w:val="left" w:pos="40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20821">
        <w:rPr>
          <w:sz w:val="28"/>
          <w:szCs w:val="28"/>
        </w:rPr>
        <w:t xml:space="preserve"> городского округа Красноуфимск                   </w:t>
      </w:r>
      <w:r w:rsidR="00280B84">
        <w:rPr>
          <w:sz w:val="28"/>
          <w:szCs w:val="28"/>
        </w:rPr>
        <w:t xml:space="preserve">       </w:t>
      </w:r>
      <w:r w:rsidR="00220821">
        <w:rPr>
          <w:sz w:val="28"/>
          <w:szCs w:val="28"/>
        </w:rPr>
        <w:t xml:space="preserve">  </w:t>
      </w:r>
      <w:r w:rsidR="00BE49EF">
        <w:rPr>
          <w:sz w:val="28"/>
          <w:szCs w:val="28"/>
        </w:rPr>
        <w:t xml:space="preserve">   </w:t>
      </w:r>
      <w:r w:rsidR="00220821">
        <w:rPr>
          <w:sz w:val="28"/>
          <w:szCs w:val="28"/>
        </w:rPr>
        <w:t xml:space="preserve"> </w:t>
      </w:r>
      <w:r w:rsidR="007D4E02">
        <w:rPr>
          <w:sz w:val="28"/>
          <w:szCs w:val="28"/>
        </w:rPr>
        <w:t xml:space="preserve">    </w:t>
      </w:r>
      <w:r w:rsidR="009E7F4D" w:rsidRPr="009E7F4D">
        <w:rPr>
          <w:sz w:val="28"/>
          <w:szCs w:val="28"/>
        </w:rPr>
        <w:t xml:space="preserve"> </w:t>
      </w:r>
      <w:r w:rsidR="007D4E02">
        <w:rPr>
          <w:sz w:val="28"/>
          <w:szCs w:val="28"/>
        </w:rPr>
        <w:t xml:space="preserve">    </w:t>
      </w:r>
      <w:r w:rsidR="00AF74CB" w:rsidRPr="00AF74CB">
        <w:rPr>
          <w:sz w:val="28"/>
          <w:szCs w:val="28"/>
        </w:rPr>
        <w:t xml:space="preserve">       </w:t>
      </w:r>
      <w:r w:rsidR="007D4E02">
        <w:rPr>
          <w:sz w:val="28"/>
          <w:szCs w:val="28"/>
        </w:rPr>
        <w:t xml:space="preserve"> М.А. Конев</w:t>
      </w:r>
    </w:p>
    <w:p w14:paraId="29A155F7" w14:textId="77777777" w:rsidR="00567070" w:rsidRDefault="00567070" w:rsidP="00734A16">
      <w:pPr>
        <w:jc w:val="right"/>
        <w:rPr>
          <w:sz w:val="28"/>
          <w:szCs w:val="28"/>
        </w:rPr>
      </w:pPr>
    </w:p>
    <w:p w14:paraId="0C26B215" w14:textId="77777777" w:rsidR="00CA1771" w:rsidRDefault="00CA1771" w:rsidP="00734A16">
      <w:pPr>
        <w:jc w:val="right"/>
        <w:rPr>
          <w:sz w:val="28"/>
          <w:szCs w:val="28"/>
        </w:rPr>
      </w:pPr>
    </w:p>
    <w:p w14:paraId="438A7CF6" w14:textId="77777777" w:rsidR="00CA1771" w:rsidRDefault="00CA1771" w:rsidP="00734A16">
      <w:pPr>
        <w:jc w:val="right"/>
        <w:rPr>
          <w:sz w:val="28"/>
          <w:szCs w:val="28"/>
        </w:rPr>
      </w:pPr>
    </w:p>
    <w:p w14:paraId="32E8BF16" w14:textId="77777777" w:rsidR="00CA1771" w:rsidRDefault="00CA1771" w:rsidP="00734A16">
      <w:pPr>
        <w:jc w:val="right"/>
        <w:rPr>
          <w:sz w:val="28"/>
          <w:szCs w:val="28"/>
        </w:rPr>
      </w:pPr>
    </w:p>
    <w:p w14:paraId="1791895F" w14:textId="77777777" w:rsidR="007F199B" w:rsidRDefault="007F199B" w:rsidP="00734A16">
      <w:pPr>
        <w:jc w:val="right"/>
        <w:rPr>
          <w:sz w:val="28"/>
          <w:szCs w:val="28"/>
        </w:rPr>
      </w:pPr>
    </w:p>
    <w:p w14:paraId="454FC9E4" w14:textId="77777777" w:rsidR="007F199B" w:rsidRDefault="007F199B" w:rsidP="00734A16">
      <w:pPr>
        <w:jc w:val="right"/>
        <w:rPr>
          <w:sz w:val="28"/>
          <w:szCs w:val="28"/>
        </w:rPr>
      </w:pPr>
    </w:p>
    <w:p w14:paraId="21011B81" w14:textId="77777777" w:rsidR="007F199B" w:rsidRDefault="007F199B" w:rsidP="00734A16">
      <w:pPr>
        <w:jc w:val="right"/>
        <w:rPr>
          <w:sz w:val="28"/>
          <w:szCs w:val="28"/>
        </w:rPr>
      </w:pPr>
    </w:p>
    <w:p w14:paraId="4288D803" w14:textId="77777777" w:rsidR="007F199B" w:rsidRDefault="007F199B" w:rsidP="00734A16">
      <w:pPr>
        <w:jc w:val="right"/>
        <w:rPr>
          <w:sz w:val="28"/>
          <w:szCs w:val="28"/>
        </w:rPr>
      </w:pPr>
    </w:p>
    <w:p w14:paraId="16D3D51E" w14:textId="77777777" w:rsidR="007F199B" w:rsidRDefault="007F199B" w:rsidP="00734A16">
      <w:pPr>
        <w:jc w:val="right"/>
        <w:rPr>
          <w:sz w:val="28"/>
          <w:szCs w:val="28"/>
        </w:rPr>
      </w:pPr>
    </w:p>
    <w:p w14:paraId="57A39433" w14:textId="77777777" w:rsidR="007F199B" w:rsidRDefault="007F199B" w:rsidP="00734A16">
      <w:pPr>
        <w:jc w:val="right"/>
        <w:rPr>
          <w:sz w:val="28"/>
          <w:szCs w:val="28"/>
        </w:rPr>
      </w:pPr>
    </w:p>
    <w:p w14:paraId="39793A20" w14:textId="77777777" w:rsidR="007F199B" w:rsidRDefault="007F199B" w:rsidP="00734A16">
      <w:pPr>
        <w:jc w:val="right"/>
        <w:rPr>
          <w:sz w:val="28"/>
          <w:szCs w:val="28"/>
        </w:rPr>
      </w:pPr>
    </w:p>
    <w:p w14:paraId="7AB7B00B" w14:textId="77777777" w:rsidR="007F199B" w:rsidRDefault="007F199B" w:rsidP="00734A16">
      <w:pPr>
        <w:jc w:val="right"/>
        <w:rPr>
          <w:sz w:val="28"/>
          <w:szCs w:val="28"/>
        </w:rPr>
      </w:pPr>
    </w:p>
    <w:p w14:paraId="73E98EB4" w14:textId="77777777" w:rsidR="007F199B" w:rsidRDefault="007F199B" w:rsidP="00734A16">
      <w:pPr>
        <w:jc w:val="right"/>
        <w:rPr>
          <w:sz w:val="28"/>
          <w:szCs w:val="28"/>
        </w:rPr>
      </w:pPr>
    </w:p>
    <w:p w14:paraId="62148134" w14:textId="77777777" w:rsidR="007F199B" w:rsidRDefault="007F199B" w:rsidP="00734A16">
      <w:pPr>
        <w:jc w:val="right"/>
        <w:rPr>
          <w:sz w:val="28"/>
          <w:szCs w:val="28"/>
        </w:rPr>
      </w:pPr>
    </w:p>
    <w:p w14:paraId="47ADA4CC" w14:textId="77777777" w:rsidR="007F199B" w:rsidRDefault="007F199B" w:rsidP="00734A16">
      <w:pPr>
        <w:jc w:val="right"/>
        <w:rPr>
          <w:sz w:val="28"/>
          <w:szCs w:val="28"/>
        </w:rPr>
      </w:pPr>
    </w:p>
    <w:p w14:paraId="6B97F814" w14:textId="77777777" w:rsidR="007F199B" w:rsidRDefault="007F199B" w:rsidP="00734A16">
      <w:pPr>
        <w:jc w:val="right"/>
        <w:rPr>
          <w:sz w:val="28"/>
          <w:szCs w:val="28"/>
        </w:rPr>
      </w:pPr>
    </w:p>
    <w:p w14:paraId="40150C87" w14:textId="77777777" w:rsidR="007F199B" w:rsidRDefault="007F199B" w:rsidP="00734A16">
      <w:pPr>
        <w:jc w:val="right"/>
        <w:rPr>
          <w:sz w:val="28"/>
          <w:szCs w:val="28"/>
        </w:rPr>
      </w:pPr>
    </w:p>
    <w:p w14:paraId="028E7B3A" w14:textId="77777777" w:rsidR="007F199B" w:rsidRDefault="007F199B" w:rsidP="00734A16">
      <w:pPr>
        <w:jc w:val="right"/>
        <w:rPr>
          <w:sz w:val="28"/>
          <w:szCs w:val="28"/>
        </w:rPr>
      </w:pPr>
    </w:p>
    <w:p w14:paraId="2F1A0DEE" w14:textId="77777777" w:rsidR="007F199B" w:rsidRDefault="007F199B" w:rsidP="00734A16">
      <w:pPr>
        <w:jc w:val="right"/>
        <w:rPr>
          <w:sz w:val="28"/>
          <w:szCs w:val="28"/>
        </w:rPr>
      </w:pPr>
    </w:p>
    <w:p w14:paraId="15951D3C" w14:textId="77777777" w:rsidR="007F199B" w:rsidRDefault="007F199B" w:rsidP="00734A16">
      <w:pPr>
        <w:jc w:val="right"/>
        <w:rPr>
          <w:sz w:val="28"/>
          <w:szCs w:val="28"/>
        </w:rPr>
      </w:pPr>
    </w:p>
    <w:p w14:paraId="148F5300" w14:textId="77777777" w:rsidR="007F199B" w:rsidRDefault="007F199B" w:rsidP="00734A16">
      <w:pPr>
        <w:jc w:val="right"/>
        <w:rPr>
          <w:sz w:val="28"/>
          <w:szCs w:val="28"/>
        </w:rPr>
      </w:pPr>
    </w:p>
    <w:p w14:paraId="596FF66C" w14:textId="77777777" w:rsidR="007F199B" w:rsidRDefault="007F199B" w:rsidP="00734A16">
      <w:pPr>
        <w:jc w:val="right"/>
        <w:rPr>
          <w:sz w:val="28"/>
          <w:szCs w:val="28"/>
        </w:rPr>
      </w:pPr>
    </w:p>
    <w:p w14:paraId="374D7BC1" w14:textId="77777777" w:rsidR="007F199B" w:rsidRDefault="007F199B" w:rsidP="00734A16">
      <w:pPr>
        <w:jc w:val="right"/>
        <w:rPr>
          <w:sz w:val="28"/>
          <w:szCs w:val="28"/>
        </w:rPr>
      </w:pPr>
    </w:p>
    <w:p w14:paraId="329171E2" w14:textId="77777777" w:rsidR="007F199B" w:rsidRDefault="007F199B" w:rsidP="00734A16">
      <w:pPr>
        <w:jc w:val="right"/>
        <w:rPr>
          <w:sz w:val="28"/>
          <w:szCs w:val="28"/>
        </w:rPr>
      </w:pPr>
    </w:p>
    <w:p w14:paraId="10CAAB9E" w14:textId="77777777" w:rsidR="007F199B" w:rsidRDefault="007F199B" w:rsidP="00734A16">
      <w:pPr>
        <w:jc w:val="right"/>
        <w:rPr>
          <w:sz w:val="28"/>
          <w:szCs w:val="28"/>
        </w:rPr>
      </w:pPr>
    </w:p>
    <w:p w14:paraId="4A268EEF" w14:textId="77777777" w:rsidR="007F199B" w:rsidRDefault="007F199B" w:rsidP="00734A16">
      <w:pPr>
        <w:jc w:val="right"/>
        <w:rPr>
          <w:sz w:val="28"/>
          <w:szCs w:val="28"/>
        </w:rPr>
      </w:pPr>
    </w:p>
    <w:p w14:paraId="44464C0D" w14:textId="77777777" w:rsidR="007F199B" w:rsidRDefault="007F199B" w:rsidP="00734A16">
      <w:pPr>
        <w:jc w:val="right"/>
        <w:rPr>
          <w:sz w:val="28"/>
          <w:szCs w:val="28"/>
        </w:rPr>
      </w:pPr>
    </w:p>
    <w:p w14:paraId="57E077C5" w14:textId="77777777" w:rsidR="007F199B" w:rsidRDefault="007F199B" w:rsidP="00734A16">
      <w:pPr>
        <w:jc w:val="right"/>
        <w:rPr>
          <w:sz w:val="28"/>
          <w:szCs w:val="28"/>
        </w:rPr>
      </w:pPr>
    </w:p>
    <w:p w14:paraId="595FB3BB" w14:textId="77777777" w:rsidR="007F199B" w:rsidRDefault="007F199B" w:rsidP="00734A16">
      <w:pPr>
        <w:jc w:val="right"/>
        <w:rPr>
          <w:sz w:val="28"/>
          <w:szCs w:val="28"/>
        </w:rPr>
      </w:pPr>
    </w:p>
    <w:p w14:paraId="477EEDBE" w14:textId="77777777" w:rsidR="007F199B" w:rsidRDefault="007F199B" w:rsidP="00734A16">
      <w:pPr>
        <w:jc w:val="right"/>
        <w:rPr>
          <w:sz w:val="28"/>
          <w:szCs w:val="28"/>
        </w:rPr>
      </w:pPr>
    </w:p>
    <w:p w14:paraId="6B735F92" w14:textId="77777777" w:rsidR="007F199B" w:rsidRDefault="007F199B" w:rsidP="00734A16">
      <w:pPr>
        <w:jc w:val="right"/>
        <w:rPr>
          <w:sz w:val="28"/>
          <w:szCs w:val="28"/>
        </w:rPr>
      </w:pPr>
    </w:p>
    <w:p w14:paraId="4426642B" w14:textId="77777777" w:rsidR="007F199B" w:rsidRDefault="007F199B" w:rsidP="00734A16">
      <w:pPr>
        <w:jc w:val="right"/>
        <w:rPr>
          <w:sz w:val="28"/>
          <w:szCs w:val="28"/>
        </w:rPr>
      </w:pPr>
    </w:p>
    <w:p w14:paraId="0FDD907A" w14:textId="77777777" w:rsidR="007F199B" w:rsidRDefault="007F199B" w:rsidP="00734A16">
      <w:pPr>
        <w:jc w:val="right"/>
        <w:rPr>
          <w:sz w:val="28"/>
          <w:szCs w:val="28"/>
        </w:rPr>
      </w:pPr>
    </w:p>
    <w:p w14:paraId="41FC5D68" w14:textId="77777777" w:rsidR="007F199B" w:rsidRDefault="007F199B" w:rsidP="00734A16">
      <w:pPr>
        <w:jc w:val="right"/>
        <w:rPr>
          <w:sz w:val="28"/>
          <w:szCs w:val="28"/>
        </w:rPr>
      </w:pPr>
    </w:p>
    <w:p w14:paraId="09982465" w14:textId="77777777" w:rsidR="007F199B" w:rsidRDefault="007F199B" w:rsidP="00734A16">
      <w:pPr>
        <w:jc w:val="right"/>
        <w:rPr>
          <w:sz w:val="28"/>
          <w:szCs w:val="28"/>
        </w:rPr>
      </w:pPr>
    </w:p>
    <w:p w14:paraId="39BEEC33" w14:textId="30F649A3" w:rsidR="00DB429C" w:rsidRDefault="00DB429C" w:rsidP="00BF3AB4">
      <w:pPr>
        <w:jc w:val="center"/>
        <w:rPr>
          <w:szCs w:val="24"/>
        </w:rPr>
      </w:pPr>
    </w:p>
    <w:sectPr w:rsidR="00DB429C" w:rsidSect="009866D0">
      <w:pgSz w:w="11906" w:h="16838"/>
      <w:pgMar w:top="56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03489"/>
    <w:multiLevelType w:val="multilevel"/>
    <w:tmpl w:val="B7A48758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90" w:hanging="2160"/>
      </w:pPr>
      <w:rPr>
        <w:rFonts w:hint="default"/>
      </w:rPr>
    </w:lvl>
  </w:abstractNum>
  <w:abstractNum w:abstractNumId="1" w15:restartNumberingAfterBreak="0">
    <w:nsid w:val="19FA5284"/>
    <w:multiLevelType w:val="multilevel"/>
    <w:tmpl w:val="BB505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A5F3E2A"/>
    <w:multiLevelType w:val="multilevel"/>
    <w:tmpl w:val="20E416D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 w16cid:durableId="1113213416">
    <w:abstractNumId w:val="0"/>
  </w:num>
  <w:num w:numId="2" w16cid:durableId="1236164032">
    <w:abstractNumId w:val="1"/>
  </w:num>
  <w:num w:numId="3" w16cid:durableId="11200285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821"/>
    <w:rsid w:val="00000B09"/>
    <w:rsid w:val="0000208C"/>
    <w:rsid w:val="00011EE8"/>
    <w:rsid w:val="0001411B"/>
    <w:rsid w:val="00016484"/>
    <w:rsid w:val="000178A1"/>
    <w:rsid w:val="000259F0"/>
    <w:rsid w:val="00030399"/>
    <w:rsid w:val="00030C17"/>
    <w:rsid w:val="000376FD"/>
    <w:rsid w:val="00043B52"/>
    <w:rsid w:val="000512BE"/>
    <w:rsid w:val="00051511"/>
    <w:rsid w:val="000621AF"/>
    <w:rsid w:val="00062541"/>
    <w:rsid w:val="00064ABD"/>
    <w:rsid w:val="00064D51"/>
    <w:rsid w:val="00072F2E"/>
    <w:rsid w:val="000764E0"/>
    <w:rsid w:val="00093182"/>
    <w:rsid w:val="00095C07"/>
    <w:rsid w:val="000A016F"/>
    <w:rsid w:val="000A02FD"/>
    <w:rsid w:val="000C27D6"/>
    <w:rsid w:val="000C2875"/>
    <w:rsid w:val="000C5104"/>
    <w:rsid w:val="000C558A"/>
    <w:rsid w:val="000D74A6"/>
    <w:rsid w:val="000E2528"/>
    <w:rsid w:val="000E7309"/>
    <w:rsid w:val="000F1E1B"/>
    <w:rsid w:val="000F5FA2"/>
    <w:rsid w:val="00135D4B"/>
    <w:rsid w:val="00141B33"/>
    <w:rsid w:val="00144907"/>
    <w:rsid w:val="00145FE1"/>
    <w:rsid w:val="00146F04"/>
    <w:rsid w:val="0015255E"/>
    <w:rsid w:val="00166299"/>
    <w:rsid w:val="00166D37"/>
    <w:rsid w:val="001671E0"/>
    <w:rsid w:val="00171E6A"/>
    <w:rsid w:val="001820EC"/>
    <w:rsid w:val="001820F3"/>
    <w:rsid w:val="00184255"/>
    <w:rsid w:val="00184771"/>
    <w:rsid w:val="00193A64"/>
    <w:rsid w:val="001A08D5"/>
    <w:rsid w:val="001A1FEA"/>
    <w:rsid w:val="001A76E4"/>
    <w:rsid w:val="001B58BA"/>
    <w:rsid w:val="001B7CE1"/>
    <w:rsid w:val="001C7926"/>
    <w:rsid w:val="001D1F26"/>
    <w:rsid w:val="001D2FE5"/>
    <w:rsid w:val="001D7278"/>
    <w:rsid w:val="001F340C"/>
    <w:rsid w:val="001F5009"/>
    <w:rsid w:val="00213264"/>
    <w:rsid w:val="00215D85"/>
    <w:rsid w:val="00220821"/>
    <w:rsid w:val="00223541"/>
    <w:rsid w:val="00224827"/>
    <w:rsid w:val="00225FBE"/>
    <w:rsid w:val="00230F9A"/>
    <w:rsid w:val="00240BC4"/>
    <w:rsid w:val="00242310"/>
    <w:rsid w:val="00247BFB"/>
    <w:rsid w:val="002619A3"/>
    <w:rsid w:val="002668A4"/>
    <w:rsid w:val="00266C99"/>
    <w:rsid w:val="0026729C"/>
    <w:rsid w:val="002702FF"/>
    <w:rsid w:val="00280B84"/>
    <w:rsid w:val="00282487"/>
    <w:rsid w:val="00282A7C"/>
    <w:rsid w:val="00290236"/>
    <w:rsid w:val="00290240"/>
    <w:rsid w:val="00290BBD"/>
    <w:rsid w:val="0029223C"/>
    <w:rsid w:val="002A45DA"/>
    <w:rsid w:val="002C0B69"/>
    <w:rsid w:val="002C29F0"/>
    <w:rsid w:val="002C6A9E"/>
    <w:rsid w:val="002D08E6"/>
    <w:rsid w:val="002E2D66"/>
    <w:rsid w:val="002F16C9"/>
    <w:rsid w:val="002F343F"/>
    <w:rsid w:val="002F76F9"/>
    <w:rsid w:val="00305906"/>
    <w:rsid w:val="00315476"/>
    <w:rsid w:val="00315E05"/>
    <w:rsid w:val="00322A5F"/>
    <w:rsid w:val="00323826"/>
    <w:rsid w:val="00324BA1"/>
    <w:rsid w:val="003366A7"/>
    <w:rsid w:val="00341DA7"/>
    <w:rsid w:val="00346C2A"/>
    <w:rsid w:val="00347732"/>
    <w:rsid w:val="00357962"/>
    <w:rsid w:val="003615EF"/>
    <w:rsid w:val="003738A7"/>
    <w:rsid w:val="00375548"/>
    <w:rsid w:val="00380F97"/>
    <w:rsid w:val="003817D3"/>
    <w:rsid w:val="00383379"/>
    <w:rsid w:val="0038728B"/>
    <w:rsid w:val="00395361"/>
    <w:rsid w:val="003958B5"/>
    <w:rsid w:val="0039591D"/>
    <w:rsid w:val="0039691F"/>
    <w:rsid w:val="003D007D"/>
    <w:rsid w:val="003D224A"/>
    <w:rsid w:val="003D3985"/>
    <w:rsid w:val="003D75AA"/>
    <w:rsid w:val="003E05C9"/>
    <w:rsid w:val="003E0790"/>
    <w:rsid w:val="003E4557"/>
    <w:rsid w:val="003E7E38"/>
    <w:rsid w:val="003F351B"/>
    <w:rsid w:val="003F75B7"/>
    <w:rsid w:val="00403C59"/>
    <w:rsid w:val="00415999"/>
    <w:rsid w:val="00431104"/>
    <w:rsid w:val="0044097E"/>
    <w:rsid w:val="0045083F"/>
    <w:rsid w:val="00450FE8"/>
    <w:rsid w:val="00457A2D"/>
    <w:rsid w:val="00457F6E"/>
    <w:rsid w:val="00461A29"/>
    <w:rsid w:val="00461B97"/>
    <w:rsid w:val="004643B4"/>
    <w:rsid w:val="004657D6"/>
    <w:rsid w:val="0047129A"/>
    <w:rsid w:val="00490BBB"/>
    <w:rsid w:val="00491098"/>
    <w:rsid w:val="00493F05"/>
    <w:rsid w:val="004A0E39"/>
    <w:rsid w:val="004A5C1F"/>
    <w:rsid w:val="004B2518"/>
    <w:rsid w:val="004B5F9F"/>
    <w:rsid w:val="004B6F59"/>
    <w:rsid w:val="004C5465"/>
    <w:rsid w:val="004D2B84"/>
    <w:rsid w:val="004D4C6A"/>
    <w:rsid w:val="004E3BB5"/>
    <w:rsid w:val="004F3718"/>
    <w:rsid w:val="005017C4"/>
    <w:rsid w:val="00502B55"/>
    <w:rsid w:val="00505768"/>
    <w:rsid w:val="005137A3"/>
    <w:rsid w:val="00517030"/>
    <w:rsid w:val="00526B45"/>
    <w:rsid w:val="0052768D"/>
    <w:rsid w:val="00533859"/>
    <w:rsid w:val="005376DC"/>
    <w:rsid w:val="0055205D"/>
    <w:rsid w:val="00560D81"/>
    <w:rsid w:val="00560E72"/>
    <w:rsid w:val="005614D8"/>
    <w:rsid w:val="005625D5"/>
    <w:rsid w:val="00563F9C"/>
    <w:rsid w:val="00567070"/>
    <w:rsid w:val="005671F8"/>
    <w:rsid w:val="00581465"/>
    <w:rsid w:val="0058449E"/>
    <w:rsid w:val="00592FE3"/>
    <w:rsid w:val="005952FA"/>
    <w:rsid w:val="0059568C"/>
    <w:rsid w:val="005A5E6A"/>
    <w:rsid w:val="005B4643"/>
    <w:rsid w:val="005B6E13"/>
    <w:rsid w:val="005C12D5"/>
    <w:rsid w:val="005D247F"/>
    <w:rsid w:val="005F350A"/>
    <w:rsid w:val="006043CE"/>
    <w:rsid w:val="006051F9"/>
    <w:rsid w:val="0061088C"/>
    <w:rsid w:val="00611218"/>
    <w:rsid w:val="0062216F"/>
    <w:rsid w:val="00624A3E"/>
    <w:rsid w:val="0063422E"/>
    <w:rsid w:val="006346A1"/>
    <w:rsid w:val="00645752"/>
    <w:rsid w:val="006504E0"/>
    <w:rsid w:val="00650851"/>
    <w:rsid w:val="00653041"/>
    <w:rsid w:val="00653CDF"/>
    <w:rsid w:val="006859BD"/>
    <w:rsid w:val="006861FE"/>
    <w:rsid w:val="00687BAD"/>
    <w:rsid w:val="00691656"/>
    <w:rsid w:val="00693E84"/>
    <w:rsid w:val="006957C8"/>
    <w:rsid w:val="006A4E66"/>
    <w:rsid w:val="006C1BDE"/>
    <w:rsid w:val="006D2A32"/>
    <w:rsid w:val="006D3D33"/>
    <w:rsid w:val="006E398B"/>
    <w:rsid w:val="006E5205"/>
    <w:rsid w:val="006E5EF3"/>
    <w:rsid w:val="00704921"/>
    <w:rsid w:val="00704B21"/>
    <w:rsid w:val="00704C91"/>
    <w:rsid w:val="00705EF5"/>
    <w:rsid w:val="00731AB4"/>
    <w:rsid w:val="00732E4F"/>
    <w:rsid w:val="00734A16"/>
    <w:rsid w:val="007363BB"/>
    <w:rsid w:val="00747622"/>
    <w:rsid w:val="00760F52"/>
    <w:rsid w:val="00766F6E"/>
    <w:rsid w:val="007729A2"/>
    <w:rsid w:val="00777AC2"/>
    <w:rsid w:val="0078027E"/>
    <w:rsid w:val="00783FEE"/>
    <w:rsid w:val="007947C8"/>
    <w:rsid w:val="007A3982"/>
    <w:rsid w:val="007B11F2"/>
    <w:rsid w:val="007B709B"/>
    <w:rsid w:val="007C1CB4"/>
    <w:rsid w:val="007C3205"/>
    <w:rsid w:val="007C49A9"/>
    <w:rsid w:val="007D2F61"/>
    <w:rsid w:val="007D4E02"/>
    <w:rsid w:val="007D5EDB"/>
    <w:rsid w:val="007D7C66"/>
    <w:rsid w:val="007E19E1"/>
    <w:rsid w:val="007E4BED"/>
    <w:rsid w:val="007E7F07"/>
    <w:rsid w:val="007F199B"/>
    <w:rsid w:val="007F38C3"/>
    <w:rsid w:val="007F3B63"/>
    <w:rsid w:val="00806F7D"/>
    <w:rsid w:val="00811C28"/>
    <w:rsid w:val="0081676D"/>
    <w:rsid w:val="008203F3"/>
    <w:rsid w:val="0083256D"/>
    <w:rsid w:val="008531AD"/>
    <w:rsid w:val="0087116D"/>
    <w:rsid w:val="00877A36"/>
    <w:rsid w:val="00883655"/>
    <w:rsid w:val="00885AFD"/>
    <w:rsid w:val="00891462"/>
    <w:rsid w:val="00891D74"/>
    <w:rsid w:val="00895C34"/>
    <w:rsid w:val="008A6CCF"/>
    <w:rsid w:val="008A75C1"/>
    <w:rsid w:val="008A7906"/>
    <w:rsid w:val="008B2C9E"/>
    <w:rsid w:val="008B4659"/>
    <w:rsid w:val="008B7D16"/>
    <w:rsid w:val="008C2CB9"/>
    <w:rsid w:val="008C4368"/>
    <w:rsid w:val="008C7D4D"/>
    <w:rsid w:val="008E3B85"/>
    <w:rsid w:val="008E6EE7"/>
    <w:rsid w:val="00902A0D"/>
    <w:rsid w:val="009039D8"/>
    <w:rsid w:val="009142CA"/>
    <w:rsid w:val="00914CCF"/>
    <w:rsid w:val="00917AB6"/>
    <w:rsid w:val="00923B88"/>
    <w:rsid w:val="0092463A"/>
    <w:rsid w:val="0093525D"/>
    <w:rsid w:val="00935B28"/>
    <w:rsid w:val="00940DFC"/>
    <w:rsid w:val="009501B8"/>
    <w:rsid w:val="00960402"/>
    <w:rsid w:val="00961843"/>
    <w:rsid w:val="00971B22"/>
    <w:rsid w:val="009831E5"/>
    <w:rsid w:val="009866D0"/>
    <w:rsid w:val="0099351C"/>
    <w:rsid w:val="009A289F"/>
    <w:rsid w:val="009A7B63"/>
    <w:rsid w:val="009B3578"/>
    <w:rsid w:val="009C6C9C"/>
    <w:rsid w:val="009D2C67"/>
    <w:rsid w:val="009D4123"/>
    <w:rsid w:val="009E1AC3"/>
    <w:rsid w:val="009E7F4D"/>
    <w:rsid w:val="00A06FE6"/>
    <w:rsid w:val="00A14CB1"/>
    <w:rsid w:val="00A20865"/>
    <w:rsid w:val="00A24A04"/>
    <w:rsid w:val="00A254A5"/>
    <w:rsid w:val="00A3483E"/>
    <w:rsid w:val="00A358F8"/>
    <w:rsid w:val="00A4431E"/>
    <w:rsid w:val="00A46033"/>
    <w:rsid w:val="00A4702F"/>
    <w:rsid w:val="00A55E5D"/>
    <w:rsid w:val="00A578C1"/>
    <w:rsid w:val="00A62193"/>
    <w:rsid w:val="00A62591"/>
    <w:rsid w:val="00A727B9"/>
    <w:rsid w:val="00A73333"/>
    <w:rsid w:val="00A8543F"/>
    <w:rsid w:val="00A86EDE"/>
    <w:rsid w:val="00A87BC4"/>
    <w:rsid w:val="00A93B84"/>
    <w:rsid w:val="00AA3F34"/>
    <w:rsid w:val="00AA52A0"/>
    <w:rsid w:val="00AB22AE"/>
    <w:rsid w:val="00AB46DF"/>
    <w:rsid w:val="00AC3DBF"/>
    <w:rsid w:val="00AC427F"/>
    <w:rsid w:val="00AD1D96"/>
    <w:rsid w:val="00AD396F"/>
    <w:rsid w:val="00AD52AD"/>
    <w:rsid w:val="00AD66D6"/>
    <w:rsid w:val="00AE0401"/>
    <w:rsid w:val="00AE3F4F"/>
    <w:rsid w:val="00AF0B37"/>
    <w:rsid w:val="00AF74CB"/>
    <w:rsid w:val="00B22A76"/>
    <w:rsid w:val="00B35FF9"/>
    <w:rsid w:val="00B367A5"/>
    <w:rsid w:val="00B569FE"/>
    <w:rsid w:val="00B614C0"/>
    <w:rsid w:val="00B65FD6"/>
    <w:rsid w:val="00B822B0"/>
    <w:rsid w:val="00B86F97"/>
    <w:rsid w:val="00B936A3"/>
    <w:rsid w:val="00B97935"/>
    <w:rsid w:val="00BA686A"/>
    <w:rsid w:val="00BA73AF"/>
    <w:rsid w:val="00BB0B79"/>
    <w:rsid w:val="00BB576E"/>
    <w:rsid w:val="00BC2C30"/>
    <w:rsid w:val="00BC5A6E"/>
    <w:rsid w:val="00BC7C5E"/>
    <w:rsid w:val="00BD3BBE"/>
    <w:rsid w:val="00BE28E3"/>
    <w:rsid w:val="00BE49EF"/>
    <w:rsid w:val="00BF3AB4"/>
    <w:rsid w:val="00BF5043"/>
    <w:rsid w:val="00BF5CF0"/>
    <w:rsid w:val="00BF7787"/>
    <w:rsid w:val="00C01D54"/>
    <w:rsid w:val="00C041FA"/>
    <w:rsid w:val="00C0671F"/>
    <w:rsid w:val="00C21836"/>
    <w:rsid w:val="00C24275"/>
    <w:rsid w:val="00C30037"/>
    <w:rsid w:val="00C3110B"/>
    <w:rsid w:val="00C40114"/>
    <w:rsid w:val="00C45107"/>
    <w:rsid w:val="00C46DFD"/>
    <w:rsid w:val="00C63F11"/>
    <w:rsid w:val="00C75308"/>
    <w:rsid w:val="00C76652"/>
    <w:rsid w:val="00C8141F"/>
    <w:rsid w:val="00C87D3E"/>
    <w:rsid w:val="00C90470"/>
    <w:rsid w:val="00CA1771"/>
    <w:rsid w:val="00CB2BA7"/>
    <w:rsid w:val="00CC5BF6"/>
    <w:rsid w:val="00CC60EC"/>
    <w:rsid w:val="00CC6486"/>
    <w:rsid w:val="00CC761D"/>
    <w:rsid w:val="00CD2FED"/>
    <w:rsid w:val="00CE21A5"/>
    <w:rsid w:val="00CF4B99"/>
    <w:rsid w:val="00CF6AA8"/>
    <w:rsid w:val="00CF7B85"/>
    <w:rsid w:val="00D00F4F"/>
    <w:rsid w:val="00D10E9E"/>
    <w:rsid w:val="00D126F0"/>
    <w:rsid w:val="00D13DC3"/>
    <w:rsid w:val="00D13F14"/>
    <w:rsid w:val="00D17187"/>
    <w:rsid w:val="00D33CB3"/>
    <w:rsid w:val="00D35975"/>
    <w:rsid w:val="00D41E40"/>
    <w:rsid w:val="00D438F0"/>
    <w:rsid w:val="00D545D2"/>
    <w:rsid w:val="00D67D9D"/>
    <w:rsid w:val="00D87A9F"/>
    <w:rsid w:val="00D95C1A"/>
    <w:rsid w:val="00D97CFB"/>
    <w:rsid w:val="00DA28D8"/>
    <w:rsid w:val="00DA30A0"/>
    <w:rsid w:val="00DA63DA"/>
    <w:rsid w:val="00DB201A"/>
    <w:rsid w:val="00DB3804"/>
    <w:rsid w:val="00DB429C"/>
    <w:rsid w:val="00DD51DF"/>
    <w:rsid w:val="00E11615"/>
    <w:rsid w:val="00E13010"/>
    <w:rsid w:val="00E152AD"/>
    <w:rsid w:val="00E318AB"/>
    <w:rsid w:val="00E42529"/>
    <w:rsid w:val="00E44E57"/>
    <w:rsid w:val="00E552AC"/>
    <w:rsid w:val="00E61961"/>
    <w:rsid w:val="00E80D22"/>
    <w:rsid w:val="00E91298"/>
    <w:rsid w:val="00EA2732"/>
    <w:rsid w:val="00EC1EB7"/>
    <w:rsid w:val="00EC1FBD"/>
    <w:rsid w:val="00EC60E9"/>
    <w:rsid w:val="00EC7232"/>
    <w:rsid w:val="00ED0A9F"/>
    <w:rsid w:val="00ED5089"/>
    <w:rsid w:val="00EE7A18"/>
    <w:rsid w:val="00F262FC"/>
    <w:rsid w:val="00F26DE2"/>
    <w:rsid w:val="00F3652A"/>
    <w:rsid w:val="00F374F6"/>
    <w:rsid w:val="00F41092"/>
    <w:rsid w:val="00F43CCE"/>
    <w:rsid w:val="00F45066"/>
    <w:rsid w:val="00F52A04"/>
    <w:rsid w:val="00F637B6"/>
    <w:rsid w:val="00F71158"/>
    <w:rsid w:val="00F759D4"/>
    <w:rsid w:val="00F972CD"/>
    <w:rsid w:val="00FA1419"/>
    <w:rsid w:val="00FC1BAB"/>
    <w:rsid w:val="00FC276A"/>
    <w:rsid w:val="00FD1299"/>
    <w:rsid w:val="00FD77B9"/>
    <w:rsid w:val="00FE2A34"/>
    <w:rsid w:val="00FE4061"/>
    <w:rsid w:val="00FE7494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2E2A5"/>
  <w15:docId w15:val="{6E0618B9-0C8F-48BE-9853-665228F4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3041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link w:val="20"/>
    <w:rsid w:val="006051F9"/>
    <w:rPr>
      <w:spacing w:val="2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51F9"/>
    <w:pPr>
      <w:shd w:val="clear" w:color="auto" w:fill="FFFFFF"/>
      <w:overflowPunct/>
      <w:autoSpaceDE/>
      <w:autoSpaceDN/>
      <w:adjustRightInd/>
      <w:spacing w:before="360" w:line="307" w:lineRule="exact"/>
      <w:jc w:val="center"/>
      <w:textAlignment w:val="auto"/>
    </w:pPr>
    <w:rPr>
      <w:spacing w:val="20"/>
      <w:sz w:val="23"/>
      <w:szCs w:val="23"/>
    </w:rPr>
  </w:style>
  <w:style w:type="paragraph" w:styleId="a4">
    <w:name w:val="Balloon Text"/>
    <w:basedOn w:val="a"/>
    <w:link w:val="a5"/>
    <w:semiHidden/>
    <w:unhideWhenUsed/>
    <w:rsid w:val="007363B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7363B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4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84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71;n=84764;fld=134;dst=10050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56;&#1103;&#1079;&#1072;&#1085;&#1086;&#1074;%20&#1044;%20&#1042;\Documents\&#1052;&#1086;&#1103;%20&#1088;&#1072;&#1073;&#1086;&#1090;&#1072;\&#1087;&#1086;&#1089;&#1090;&#1072;&#1085;&#1086;&#1074;&#1083;&#1077;&#1085;&#1080;&#1103;\&#1055;&#1086;&#1089;&#1090;&#1072;&#1085;&#1086;&#1074;&#1083;&#1077;&#1085;&#1080;&#1103;%20&#1080;%20%20&#1088;&#1072;&#1089;&#1087;&#1086;&#1088;&#1103;&#1078;&#1077;&#1085;&#1080;&#1103;%20%202014%20&#1075;&#1086;&#1076;\&#1056;&#1072;&#1089;&#1087;&#1086;&#1088;&#1103;&#1078;&#1077;&#1085;&#1080;&#1077;%20&#1075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главы.dot</Template>
  <TotalTime>24</TotalTime>
  <Pages>2</Pages>
  <Words>201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Рязанов Д В</dc:creator>
  <cp:lastModifiedBy>IT</cp:lastModifiedBy>
  <cp:revision>4</cp:revision>
  <cp:lastPrinted>2024-09-11T12:03:00Z</cp:lastPrinted>
  <dcterms:created xsi:type="dcterms:W3CDTF">2024-09-09T12:33:00Z</dcterms:created>
  <dcterms:modified xsi:type="dcterms:W3CDTF">2024-09-19T07:53:00Z</dcterms:modified>
</cp:coreProperties>
</file>